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466B67" w14:textId="5EE31B6A" w:rsidR="008145D7" w:rsidRDefault="008145D7" w:rsidP="00835401">
      <w:pPr>
        <w:jc w:val="both"/>
        <w:rPr>
          <w:szCs w:val="22"/>
        </w:rPr>
      </w:pPr>
      <w:r w:rsidRPr="005476DA">
        <w:rPr>
          <w:szCs w:val="22"/>
        </w:rPr>
        <w:t xml:space="preserve">Příloha č. </w:t>
      </w:r>
      <w:r w:rsidR="005476DA" w:rsidRPr="005476DA">
        <w:rPr>
          <w:szCs w:val="22"/>
        </w:rPr>
        <w:t>2</w:t>
      </w:r>
      <w:r w:rsidRPr="005476DA">
        <w:rPr>
          <w:szCs w:val="22"/>
        </w:rPr>
        <w:t xml:space="preserve"> </w:t>
      </w:r>
      <w:r w:rsidRPr="005476DA">
        <w:rPr>
          <w:lang w:eastAsia="cs-CZ"/>
        </w:rPr>
        <w:t>Výzvy k podání nabídky</w:t>
      </w:r>
      <w:r w:rsidRPr="005476DA">
        <w:rPr>
          <w:szCs w:val="22"/>
        </w:rPr>
        <w:t xml:space="preserve"> – </w:t>
      </w:r>
      <w:r w:rsidRPr="005476DA">
        <w:rPr>
          <w:b/>
          <w:color w:val="FF0000"/>
          <w:szCs w:val="22"/>
        </w:rPr>
        <w:t>Účastník předloží p</w:t>
      </w:r>
      <w:r w:rsidR="00A8346D" w:rsidRPr="005476DA">
        <w:rPr>
          <w:b/>
          <w:color w:val="FF0000"/>
          <w:szCs w:val="22"/>
        </w:rPr>
        <w:t>ouze v případě postupu dle čl. 9.2. a 9</w:t>
      </w:r>
      <w:r w:rsidRPr="005476DA">
        <w:rPr>
          <w:b/>
          <w:color w:val="FF0000"/>
          <w:szCs w:val="22"/>
        </w:rPr>
        <w:t>.3 Výzvy</w:t>
      </w:r>
      <w:r w:rsidRPr="005476DA">
        <w:rPr>
          <w:color w:val="FF0000"/>
          <w:szCs w:val="22"/>
        </w:rPr>
        <w:t>.</w:t>
      </w:r>
      <w:r>
        <w:rPr>
          <w:color w:val="FF0000"/>
          <w:szCs w:val="22"/>
        </w:rPr>
        <w:t xml:space="preserve">   </w:t>
      </w:r>
    </w:p>
    <w:p w14:paraId="59466B68" w14:textId="77777777" w:rsidR="008145D7" w:rsidRDefault="008145D7" w:rsidP="00882E6D">
      <w:pPr>
        <w:pStyle w:val="Nadpis1"/>
        <w:jc w:val="both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59466B69" w14:textId="77777777" w:rsidR="008145D7" w:rsidRDefault="008145D7" w:rsidP="00882E6D">
      <w:pPr>
        <w:spacing w:before="240" w:after="60" w:line="240" w:lineRule="auto"/>
        <w:jc w:val="both"/>
        <w:outlineLvl w:val="0"/>
        <w:rPr>
          <w:rFonts w:eastAsia="Times New Roman" w:cs="Times New Roman"/>
          <w:b/>
          <w:bCs/>
          <w:kern w:val="28"/>
          <w:lang w:eastAsia="x-none"/>
        </w:rPr>
      </w:pPr>
      <w:r>
        <w:rPr>
          <w:rFonts w:eastAsia="Times New Roman" w:cs="Times New Roman"/>
          <w:b/>
          <w:bCs/>
          <w:kern w:val="28"/>
          <w:lang w:eastAsia="x-none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A" w14:textId="77777777" w:rsidR="008145D7" w:rsidRDefault="008145D7" w:rsidP="00882E6D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14:paraId="59466B6B" w14:textId="77777777" w:rsidR="008145D7" w:rsidRDefault="008145D7" w:rsidP="00882E6D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59466B6C" w14:textId="77777777" w:rsidR="008145D7" w:rsidRDefault="008145D7" w:rsidP="00882E6D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77777777" w:rsidR="008145D7" w:rsidRDefault="008145D7" w:rsidP="00882E6D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77777777" w:rsidR="008145D7" w:rsidRDefault="008145D7" w:rsidP="00882E6D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7777777" w:rsidR="008145D7" w:rsidRDefault="008145D7" w:rsidP="00882E6D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70" w14:textId="77777777" w:rsidR="008145D7" w:rsidRDefault="008145D7" w:rsidP="00882E6D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59466B71" w14:textId="2DAAD925" w:rsidR="008145D7" w:rsidRDefault="008145D7" w:rsidP="00882E6D">
      <w:pPr>
        <w:spacing w:line="240" w:lineRule="auto"/>
        <w:jc w:val="both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</w:t>
      </w:r>
      <w:r w:rsidRPr="005476DA">
        <w:rPr>
          <w:rFonts w:eastAsia="Times New Roman" w:cs="Times New Roman"/>
          <w:lang w:eastAsia="cs-CZ"/>
        </w:rPr>
        <w:t xml:space="preserve">podává nabídku na podlimitní sektorovou veřejnou zakázku s názvem </w:t>
      </w:r>
      <w:bookmarkStart w:id="0" w:name="_Toc403053768"/>
      <w:r w:rsidRPr="005476DA">
        <w:rPr>
          <w:rFonts w:eastAsia="Times New Roman" w:cs="Times New Roman"/>
          <w:b/>
          <w:lang w:eastAsia="cs-CZ"/>
        </w:rPr>
        <w:t>„</w:t>
      </w:r>
      <w:bookmarkEnd w:id="0"/>
      <w:r w:rsidR="005476DA" w:rsidRPr="005476DA">
        <w:rPr>
          <w:rFonts w:eastAsia="Times New Roman" w:cs="Times New Roman"/>
          <w:b/>
          <w:lang w:eastAsia="cs-CZ"/>
        </w:rPr>
        <w:t>Kontrola systémů vytápění a realizace odborných prohlídek kotelen</w:t>
      </w:r>
      <w:r w:rsidRPr="005476DA">
        <w:rPr>
          <w:rFonts w:eastAsia="Times New Roman" w:cs="Times New Roman"/>
          <w:b/>
          <w:lang w:eastAsia="cs-CZ"/>
        </w:rPr>
        <w:t>“</w:t>
      </w:r>
      <w:r w:rsidR="00072192">
        <w:rPr>
          <w:rFonts w:eastAsia="Times New Roman" w:cs="Times New Roman"/>
          <w:b/>
          <w:lang w:eastAsia="cs-CZ"/>
        </w:rPr>
        <w:t xml:space="preserve"> </w:t>
      </w:r>
      <w:r w:rsidR="00072192" w:rsidRPr="00072192">
        <w:rPr>
          <w:rFonts w:eastAsia="Times New Roman" w:cs="Times New Roman"/>
          <w:b/>
          <w:lang w:eastAsia="cs-CZ"/>
        </w:rPr>
        <w:t>–</w:t>
      </w:r>
      <w:r w:rsidR="00072192">
        <w:rPr>
          <w:rFonts w:eastAsia="Times New Roman" w:cs="Times New Roman"/>
          <w:b/>
          <w:lang w:eastAsia="cs-CZ"/>
        </w:rPr>
        <w:t xml:space="preserve"> část č. </w:t>
      </w:r>
      <w:r w:rsidR="00072192" w:rsidRPr="00072192">
        <w:rPr>
          <w:rFonts w:eastAsia="Times New Roman" w:cs="Times New Roman"/>
          <w:b/>
          <w:highlight w:val="green"/>
          <w:lang w:eastAsia="cs-CZ"/>
        </w:rPr>
        <w:t>X ( doplní dodavatel)</w:t>
      </w:r>
      <w:r w:rsidRPr="005476DA">
        <w:rPr>
          <w:rFonts w:eastAsia="Times New Roman" w:cs="Times New Roman"/>
          <w:lang w:eastAsia="cs-CZ"/>
        </w:rPr>
        <w:t>,</w:t>
      </w:r>
      <w:r>
        <w:rPr>
          <w:rFonts w:eastAsia="Times New Roman" w:cs="Times New Roman"/>
          <w:lang w:eastAsia="cs-CZ"/>
        </w:rPr>
        <w:t xml:space="preserve"> </w:t>
      </w:r>
      <w:bookmarkStart w:id="1" w:name="_GoBack"/>
      <w:bookmarkEnd w:id="1"/>
      <w:r w:rsidRPr="00DD4518">
        <w:rPr>
          <w:rFonts w:eastAsia="Times New Roman" w:cs="Times New Roman"/>
          <w:lang w:eastAsia="cs-CZ"/>
        </w:rPr>
        <w:t xml:space="preserve">č.j. </w:t>
      </w:r>
      <w:r w:rsidR="00DD4518" w:rsidRPr="00DD4518">
        <w:rPr>
          <w:rFonts w:eastAsia="Times New Roman" w:cs="Times New Roman"/>
          <w:lang w:eastAsia="cs-CZ"/>
        </w:rPr>
        <w:t>15352/2023-SŽ-GŘ-O8</w:t>
      </w:r>
      <w:r w:rsidRPr="00DD4518">
        <w:rPr>
          <w:rFonts w:eastAsia="Times New Roman" w:cs="Times New Roman"/>
          <w:lang w:eastAsia="cs-CZ"/>
        </w:rPr>
        <w:t>, tímto</w:t>
      </w:r>
      <w:r>
        <w:rPr>
          <w:rFonts w:eastAsia="Times New Roman" w:cs="Times New Roman"/>
          <w:lang w:eastAsia="cs-CZ"/>
        </w:rPr>
        <w:t xml:space="preserve">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řádné 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„smlouva“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882E6D">
        <w:rPr>
          <w:rFonts w:eastAsia="Calibri" w:cs="Times New Roman"/>
          <w:b/>
          <w:i/>
        </w:rPr>
        <w:t>„obchodní tajemství“</w:t>
      </w:r>
      <w:r w:rsidR="007308BA">
        <w:rPr>
          <w:rFonts w:eastAsia="Calibri" w:cs="Times New Roman"/>
        </w:rPr>
        <w:t xml:space="preserve"> a </w:t>
      </w:r>
      <w:r w:rsidR="007308BA" w:rsidRPr="00882E6D">
        <w:rPr>
          <w:rFonts w:eastAsia="Calibri" w:cs="Times New Roman"/>
          <w:b/>
          <w:i/>
        </w:rPr>
        <w:t>„občanský zákoník“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0FCAFA5B" w:rsidR="00AC2CF0" w:rsidRPr="005F0577" w:rsidRDefault="00D45C59" w:rsidP="00882E6D">
            <w:pPr>
              <w:pStyle w:val="tabulka"/>
              <w:widowControl/>
              <w:jc w:val="both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tajemství či jiné informace dle § 3 </w:t>
            </w:r>
            <w:proofErr w:type="spellStart"/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odst</w:t>
            </w:r>
            <w:proofErr w:type="spellEnd"/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,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5F0577" w:rsidRDefault="00871841" w:rsidP="00882E6D">
            <w:pPr>
              <w:pStyle w:val="tabulka"/>
              <w:jc w:val="both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Umístění ve smlouvě</w:t>
            </w:r>
            <w:r w:rsidR="0066668B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jc w:val="both"/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4327EE">
                  <w:rPr>
                    <w:rStyle w:val="Zstupntext"/>
                  </w:rPr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5F0577" w:rsidRDefault="00AC2CF0" w:rsidP="00882E6D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 w:rsidR="009F7412">
                  <w:rPr>
                    <w:rStyle w:val="Zstupntext"/>
                    <w:rFonts w:ascii="Verdana" w:hAnsi="Verdana"/>
                  </w:rPr>
                  <w:t>, např. „</w:t>
                </w:r>
                <w:r w:rsidR="001A3814"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="009F7412" w:rsidRPr="009F7412">
                  <w:rPr>
                    <w:rStyle w:val="Zstupntext"/>
                    <w:rFonts w:ascii="Verdana" w:hAnsi="Verdana"/>
                    <w:b/>
                  </w:rPr>
                  <w:t xml:space="preserve"> smlouvy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>.</w:t>
                </w:r>
                <w:r w:rsidR="009F7412"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583E793C" w:rsidR="00AC2CF0" w:rsidRPr="007308BA" w:rsidRDefault="00AC2CF0" w:rsidP="00882E6D">
            <w:pPr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5F0577" w:rsidRDefault="00AC2CF0" w:rsidP="00882E6D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38BBA87F" w:rsidR="00AC2CF0" w:rsidRPr="007308BA" w:rsidRDefault="00AC2CF0" w:rsidP="00882E6D">
            <w:pPr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37C302FD" w14:textId="77777777" w:rsidR="00AC2CF0" w:rsidRDefault="00AC2CF0" w:rsidP="00882E6D">
      <w:pPr>
        <w:spacing w:line="240" w:lineRule="auto"/>
        <w:jc w:val="both"/>
        <w:rPr>
          <w:rFonts w:eastAsia="Calibri" w:cs="Times New Roman"/>
        </w:rPr>
      </w:pPr>
    </w:p>
    <w:p w14:paraId="59466B72" w14:textId="77777777" w:rsidR="008145D7" w:rsidRDefault="008145D7" w:rsidP="00882E6D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lastRenderedPageBreak/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5" w14:textId="66A5D66D" w:rsidR="008145D7" w:rsidRDefault="008145D7" w:rsidP="008145D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14:paraId="031FF95B" w14:textId="7CADBECB" w:rsidR="00265D34" w:rsidRDefault="00265D34" w:rsidP="008145D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14:paraId="307D6E6E" w14:textId="5702461B" w:rsidR="00265D34" w:rsidRDefault="00265D34" w:rsidP="008145D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14:paraId="0D4852FA" w14:textId="77777777" w:rsidR="00265D34" w:rsidRDefault="00265D34" w:rsidP="008145D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14:paraId="59466B76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</w:t>
      </w:r>
      <w:proofErr w:type="gramStart"/>
      <w:r>
        <w:rPr>
          <w:rFonts w:eastAsia="Times New Roman" w:cs="Times New Roman"/>
          <w:lang w:eastAsia="cs-CZ"/>
        </w:rPr>
        <w:t>…….</w:t>
      </w:r>
      <w:proofErr w:type="gramEnd"/>
      <w:r>
        <w:rPr>
          <w:rFonts w:eastAsia="Times New Roman" w:cs="Times New Roman"/>
          <w:lang w:eastAsia="cs-CZ"/>
        </w:rPr>
        <w:t>… dne ………………………</w:t>
      </w:r>
    </w:p>
    <w:p w14:paraId="59466B77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8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A" w14:textId="77777777"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9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59466B9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460660">
          <w:pPr>
            <w:pStyle w:val="Zpat"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9466B8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8C" w14:textId="77777777" w:rsidR="00F1715C" w:rsidRPr="00D6163D" w:rsidRDefault="00F1715C" w:rsidP="00FC6389">
          <w:pPr>
            <w:pStyle w:val="Druhdokumentu"/>
          </w:pPr>
        </w:p>
      </w:tc>
    </w:tr>
    <w:tr w:rsidR="009F392E" w14:paraId="59466B9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9466B8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90" w14:textId="77777777" w:rsidR="009F392E" w:rsidRPr="00D6163D" w:rsidRDefault="009F392E" w:rsidP="00FC6389">
          <w:pPr>
            <w:pStyle w:val="Druhdokumentu"/>
          </w:pPr>
        </w:p>
      </w:tc>
    </w:tr>
  </w:tbl>
  <w:p w14:paraId="59466B9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9466BA2" wp14:editId="59466BA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9466B9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192"/>
    <w:rsid w:val="00072C1E"/>
    <w:rsid w:val="00086DAB"/>
    <w:rsid w:val="000C5F9C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207DF5"/>
    <w:rsid w:val="00265D34"/>
    <w:rsid w:val="00280E07"/>
    <w:rsid w:val="002811DF"/>
    <w:rsid w:val="002C31BF"/>
    <w:rsid w:val="002D08B1"/>
    <w:rsid w:val="002E0CD7"/>
    <w:rsid w:val="003401F1"/>
    <w:rsid w:val="00341DCF"/>
    <w:rsid w:val="00357BC6"/>
    <w:rsid w:val="003956C6"/>
    <w:rsid w:val="003B7E4D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476DA"/>
    <w:rsid w:val="00553375"/>
    <w:rsid w:val="00557C28"/>
    <w:rsid w:val="005736B7"/>
    <w:rsid w:val="00575E5A"/>
    <w:rsid w:val="005F1404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9F7412"/>
    <w:rsid w:val="00A06F33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D1FC4"/>
    <w:rsid w:val="00D21061"/>
    <w:rsid w:val="00D4108E"/>
    <w:rsid w:val="00D45C59"/>
    <w:rsid w:val="00D6163D"/>
    <w:rsid w:val="00D73D46"/>
    <w:rsid w:val="00D831A3"/>
    <w:rsid w:val="00DC75F3"/>
    <w:rsid w:val="00DD4518"/>
    <w:rsid w:val="00DD46F3"/>
    <w:rsid w:val="00DE4C4D"/>
    <w:rsid w:val="00DE56F2"/>
    <w:rsid w:val="00DF116D"/>
    <w:rsid w:val="00E36C4A"/>
    <w:rsid w:val="00E9723F"/>
    <w:rsid w:val="00EB104F"/>
    <w:rsid w:val="00ED14BD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before="120"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49171C"/>
    <w:rsid w:val="00710200"/>
    <w:rsid w:val="0087094D"/>
    <w:rsid w:val="00B72819"/>
    <w:rsid w:val="00BE31C7"/>
    <w:rsid w:val="00C601C7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9171C"/>
    <w:rPr>
      <w:color w:val="808080"/>
    </w:rPr>
  </w:style>
  <w:style w:type="paragraph" w:customStyle="1" w:styleId="0FE15AC61DDD437DA1783986F4196B32">
    <w:name w:val="0FE15AC61DDD437DA1783986F4196B32"/>
    <w:rsid w:val="00B72819"/>
  </w:style>
  <w:style w:type="paragraph" w:customStyle="1" w:styleId="6F122CD581BD423BA3CED153F818C203">
    <w:name w:val="6F122CD581BD423BA3CED153F818C203"/>
    <w:rsid w:val="00B72819"/>
  </w:style>
  <w:style w:type="paragraph" w:customStyle="1" w:styleId="5CD9CABA91304F608430CEED3AC164D0">
    <w:name w:val="5CD9CABA91304F608430CEED3AC164D0"/>
    <w:rsid w:val="00B72819"/>
  </w:style>
  <w:style w:type="paragraph" w:customStyle="1" w:styleId="30F20A0AFBFC4AC997081EB15A5AEA63">
    <w:name w:val="30F20A0AFBFC4AC997081EB15A5AEA63"/>
    <w:rsid w:val="00B72819"/>
  </w:style>
  <w:style w:type="paragraph" w:customStyle="1" w:styleId="2D0C456D9C244516974595EAFF22D8B8">
    <w:name w:val="2D0C456D9C244516974595EAFF22D8B8"/>
    <w:rsid w:val="00B72819"/>
  </w:style>
  <w:style w:type="paragraph" w:customStyle="1" w:styleId="A0A6B86286C84B4EAD6F662E3674CBB6">
    <w:name w:val="A0A6B86286C84B4EAD6F662E3674CBB6"/>
    <w:rsid w:val="00B72819"/>
  </w:style>
  <w:style w:type="paragraph" w:customStyle="1" w:styleId="0FE15AC61DDD437DA1783986F4196B321">
    <w:name w:val="0FE15AC61DDD437DA1783986F4196B32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5CD9CABA91304F608430CEED3AC164D01">
    <w:name w:val="5CD9CABA91304F608430CEED3AC164D0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2D0C456D9C244516974595EAFF22D8B81">
    <w:name w:val="2D0C456D9C244516974595EAFF22D8B8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CA2205231E5E437B8EC0D2CB71727805">
    <w:name w:val="CA2205231E5E437B8EC0D2CB71727805"/>
    <w:rsid w:val="004917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674C32B-B724-44E3-9A3D-C572A707F0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9</TotalTime>
  <Pages>2</Pages>
  <Words>483</Words>
  <Characters>2852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Kravcová Denisa</cp:lastModifiedBy>
  <cp:revision>6</cp:revision>
  <cp:lastPrinted>2017-11-28T17:18:00Z</cp:lastPrinted>
  <dcterms:created xsi:type="dcterms:W3CDTF">2022-12-12T14:38:00Z</dcterms:created>
  <dcterms:modified xsi:type="dcterms:W3CDTF">2023-03-06T07:44:00Z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